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0E4" w:rsidRDefault="009A546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13362343" r:id="rId7"/>
        </w:obje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583C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583C" w:rsidRPr="00005C57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E103BD" w:rsidRPr="00EF6487" w:rsidRDefault="00E103B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031F1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EF6487">
        <w:rPr>
          <w:rFonts w:ascii="Times New Roman" w:hAnsi="Times New Roman"/>
          <w:b/>
          <w:sz w:val="26"/>
          <w:szCs w:val="26"/>
        </w:rPr>
        <w:t>Е</w:t>
      </w:r>
    </w:p>
    <w:p w:rsidR="006031F1" w:rsidRPr="00EF6487" w:rsidRDefault="0095056C" w:rsidP="0095056C">
      <w:pPr>
        <w:spacing w:after="240"/>
        <w:jc w:val="center"/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г.</w:t>
      </w:r>
      <w:r w:rsidR="00005C57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>Шилка</w:t>
      </w:r>
    </w:p>
    <w:p w:rsidR="00356DCD" w:rsidRPr="00EF6487" w:rsidRDefault="00356DCD" w:rsidP="00A43A51">
      <w:pPr>
        <w:spacing w:after="0"/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«</w:t>
      </w:r>
      <w:r w:rsidR="00462707" w:rsidRPr="00EF6487">
        <w:rPr>
          <w:rFonts w:ascii="Times New Roman" w:hAnsi="Times New Roman"/>
          <w:sz w:val="26"/>
          <w:szCs w:val="26"/>
        </w:rPr>
        <w:t xml:space="preserve"> </w:t>
      </w:r>
      <w:r w:rsidR="0095056C" w:rsidRPr="00EF6487">
        <w:rPr>
          <w:rFonts w:ascii="Times New Roman" w:hAnsi="Times New Roman"/>
          <w:sz w:val="26"/>
          <w:szCs w:val="26"/>
        </w:rPr>
        <w:t>___</w:t>
      </w:r>
      <w:r w:rsidR="00462707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>»</w:t>
      </w:r>
      <w:r w:rsidR="00462707" w:rsidRPr="00EF6487">
        <w:rPr>
          <w:rFonts w:ascii="Times New Roman" w:hAnsi="Times New Roman"/>
          <w:sz w:val="26"/>
          <w:szCs w:val="26"/>
        </w:rPr>
        <w:t xml:space="preserve"> </w:t>
      </w:r>
      <w:r w:rsidR="0095056C" w:rsidRPr="00EF6487">
        <w:rPr>
          <w:rFonts w:ascii="Times New Roman" w:hAnsi="Times New Roman"/>
          <w:sz w:val="26"/>
          <w:szCs w:val="26"/>
        </w:rPr>
        <w:t>_________</w:t>
      </w:r>
      <w:r w:rsidRPr="00EF6487">
        <w:rPr>
          <w:rFonts w:ascii="Times New Roman" w:hAnsi="Times New Roman"/>
          <w:sz w:val="26"/>
          <w:szCs w:val="26"/>
        </w:rPr>
        <w:t>20</w:t>
      </w:r>
      <w:r w:rsidR="00F26C2E" w:rsidRPr="00EF6487">
        <w:rPr>
          <w:rFonts w:ascii="Times New Roman" w:hAnsi="Times New Roman"/>
          <w:sz w:val="26"/>
          <w:szCs w:val="26"/>
        </w:rPr>
        <w:t>2</w:t>
      </w:r>
      <w:r w:rsidR="0093766B" w:rsidRPr="00EF6487">
        <w:rPr>
          <w:rFonts w:ascii="Times New Roman" w:hAnsi="Times New Roman"/>
          <w:sz w:val="26"/>
          <w:szCs w:val="26"/>
        </w:rPr>
        <w:t>2</w:t>
      </w:r>
      <w:r w:rsidRPr="00EF6487">
        <w:rPr>
          <w:rFonts w:ascii="Times New Roman" w:hAnsi="Times New Roman"/>
          <w:sz w:val="26"/>
          <w:szCs w:val="26"/>
        </w:rPr>
        <w:t xml:space="preserve"> г.</w:t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462707" w:rsidRPr="00EF6487">
        <w:rPr>
          <w:rFonts w:ascii="Times New Roman" w:hAnsi="Times New Roman"/>
          <w:sz w:val="26"/>
          <w:szCs w:val="26"/>
        </w:rPr>
        <w:tab/>
      </w:r>
      <w:r w:rsidRPr="00EF6487">
        <w:rPr>
          <w:rFonts w:ascii="Times New Roman" w:hAnsi="Times New Roman"/>
          <w:sz w:val="26"/>
          <w:szCs w:val="26"/>
        </w:rPr>
        <w:t xml:space="preserve"> № </w:t>
      </w:r>
      <w:r w:rsidR="0095056C" w:rsidRPr="00EF6487">
        <w:rPr>
          <w:rFonts w:ascii="Times New Roman" w:hAnsi="Times New Roman"/>
          <w:sz w:val="26"/>
          <w:szCs w:val="26"/>
        </w:rPr>
        <w:t>_</w:t>
      </w:r>
      <w:r w:rsidR="00005C57" w:rsidRPr="00EF6487">
        <w:rPr>
          <w:rFonts w:ascii="Times New Roman" w:hAnsi="Times New Roman"/>
          <w:sz w:val="26"/>
          <w:szCs w:val="26"/>
        </w:rPr>
        <w:t>___</w:t>
      </w:r>
      <w:r w:rsidR="0095056C" w:rsidRPr="00EF6487">
        <w:rPr>
          <w:rFonts w:ascii="Times New Roman" w:hAnsi="Times New Roman"/>
          <w:sz w:val="26"/>
          <w:szCs w:val="26"/>
        </w:rPr>
        <w:t>__</w:t>
      </w:r>
    </w:p>
    <w:p w:rsidR="0095056C" w:rsidRPr="00EF6487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C758A9" w:rsidRDefault="0095056C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внесении изменений </w:t>
      </w:r>
      <w:r w:rsidR="000520B6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в </w:t>
      </w:r>
      <w:r w:rsidR="00C913E7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BF51B1" w:rsidRPr="00EF6487">
        <w:rPr>
          <w:rFonts w:ascii="Times New Roman" w:hAnsi="Times New Roman"/>
          <w:b/>
          <w:sz w:val="26"/>
          <w:szCs w:val="26"/>
        </w:rPr>
        <w:t>«П</w:t>
      </w:r>
      <w:r w:rsidR="003769A7" w:rsidRPr="00EF6487">
        <w:rPr>
          <w:rFonts w:ascii="Times New Roman" w:hAnsi="Times New Roman"/>
          <w:b/>
          <w:sz w:val="26"/>
          <w:szCs w:val="26"/>
        </w:rPr>
        <w:t xml:space="preserve">орядок приема на обучение по образовательным программам дошкольного образования в образовательные </w:t>
      </w:r>
      <w:r w:rsidR="00884EDA" w:rsidRPr="00EF6487">
        <w:rPr>
          <w:rFonts w:ascii="Times New Roman" w:hAnsi="Times New Roman"/>
          <w:b/>
          <w:sz w:val="26"/>
          <w:szCs w:val="26"/>
        </w:rPr>
        <w:t>организации</w:t>
      </w:r>
      <w:r w:rsidR="003769A7" w:rsidRPr="00EF6487">
        <w:rPr>
          <w:rFonts w:ascii="Times New Roman" w:hAnsi="Times New Roman"/>
          <w:b/>
          <w:sz w:val="26"/>
          <w:szCs w:val="26"/>
        </w:rPr>
        <w:t xml:space="preserve"> муниципального района «Шилкинский район»</w:t>
      </w:r>
      <w:r w:rsidR="00C913E7" w:rsidRPr="00EF6487">
        <w:rPr>
          <w:rFonts w:ascii="Times New Roman" w:hAnsi="Times New Roman"/>
          <w:b/>
          <w:sz w:val="26"/>
          <w:szCs w:val="26"/>
        </w:rPr>
        <w:t xml:space="preserve">, утвержденный </w:t>
      </w:r>
      <w:r w:rsidR="00C913E7" w:rsidRPr="00EF6487">
        <w:rPr>
          <w:rFonts w:ascii="Times New Roman" w:hAnsi="Times New Roman"/>
          <w:b/>
          <w:bCs/>
          <w:sz w:val="26"/>
          <w:szCs w:val="26"/>
          <w:lang w:eastAsia="ru-RU"/>
        </w:rPr>
        <w:t>постановлением Администрации муниципального района</w:t>
      </w:r>
    </w:p>
    <w:p w:rsidR="00BF51B1" w:rsidRPr="00EF6487" w:rsidRDefault="00C913E7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«Шилкинский район» от </w:t>
      </w:r>
      <w:r w:rsidR="00884EDA" w:rsidRPr="00EF6487">
        <w:rPr>
          <w:rFonts w:ascii="Times New Roman" w:hAnsi="Times New Roman"/>
          <w:b/>
          <w:bCs/>
          <w:sz w:val="26"/>
          <w:szCs w:val="26"/>
          <w:lang w:eastAsia="ru-RU"/>
        </w:rPr>
        <w:t>18 декабря</w:t>
      </w: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201</w:t>
      </w:r>
      <w:r w:rsidR="00884EDA" w:rsidRPr="00EF6487">
        <w:rPr>
          <w:rFonts w:ascii="Times New Roman" w:hAnsi="Times New Roman"/>
          <w:b/>
          <w:bCs/>
          <w:sz w:val="26"/>
          <w:szCs w:val="26"/>
          <w:lang w:eastAsia="ru-RU"/>
        </w:rPr>
        <w:t>4</w:t>
      </w: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года № </w:t>
      </w:r>
      <w:r w:rsidR="00884EDA" w:rsidRPr="00EF6487">
        <w:rPr>
          <w:rFonts w:ascii="Times New Roman" w:hAnsi="Times New Roman"/>
          <w:b/>
          <w:bCs/>
          <w:sz w:val="26"/>
          <w:szCs w:val="26"/>
          <w:lang w:eastAsia="ru-RU"/>
        </w:rPr>
        <w:t>1897</w:t>
      </w:r>
    </w:p>
    <w:p w:rsidR="0070385A" w:rsidRPr="00EF6487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350E4" w:rsidRPr="00EF6487" w:rsidRDefault="00DC0880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6487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BF51B1" w:rsidRPr="00EF6487">
        <w:rPr>
          <w:rFonts w:ascii="Times New Roman" w:hAnsi="Times New Roman" w:cs="Times New Roman"/>
          <w:sz w:val="26"/>
          <w:szCs w:val="26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Федерации», пунктом 6 части первой 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</w:t>
      </w:r>
      <w:r w:rsidRPr="00EF6487">
        <w:rPr>
          <w:color w:val="000000"/>
          <w:sz w:val="26"/>
          <w:szCs w:val="26"/>
        </w:rPr>
        <w:t xml:space="preserve"> </w:t>
      </w:r>
      <w:r w:rsidRPr="00EF6487">
        <w:rPr>
          <w:rFonts w:ascii="Times New Roman" w:hAnsi="Times New Roman" w:cs="Times New Roman"/>
          <w:color w:val="000000"/>
          <w:sz w:val="26"/>
          <w:szCs w:val="26"/>
        </w:rPr>
        <w:t>руководствуясь</w:t>
      </w:r>
      <w:r w:rsidRPr="00EF6487">
        <w:rPr>
          <w:rFonts w:ascii="Times New Roman" w:hAnsi="Times New Roman" w:cs="Times New Roman"/>
          <w:sz w:val="26"/>
          <w:szCs w:val="26"/>
        </w:rPr>
        <w:t xml:space="preserve"> ст. 28 Устава муниципального района «Шилкинский район», Администрация муниципального района «Шилкинский район» </w:t>
      </w:r>
      <w:r w:rsidR="00C350E4" w:rsidRPr="00EF6487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2B4EAE" w:rsidRPr="00EF6487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137C5" w:rsidRPr="00EF6487" w:rsidRDefault="002B4EAE" w:rsidP="002137C5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  <w:lang w:eastAsia="ru-RU"/>
        </w:rPr>
        <w:t>1.</w:t>
      </w:r>
      <w:r w:rsidR="00794FFE" w:rsidRPr="00EF6487">
        <w:rPr>
          <w:rFonts w:ascii="Times New Roman" w:hAnsi="Times New Roman"/>
          <w:sz w:val="26"/>
          <w:szCs w:val="26"/>
          <w:lang w:eastAsia="ru-RU"/>
        </w:rPr>
        <w:t xml:space="preserve">Утвердить прилагаемые изменения </w:t>
      </w:r>
      <w:r w:rsidR="00950D78" w:rsidRPr="00EF6487">
        <w:rPr>
          <w:rFonts w:ascii="Times New Roman" w:hAnsi="Times New Roman"/>
          <w:sz w:val="26"/>
          <w:szCs w:val="26"/>
          <w:lang w:eastAsia="ru-RU"/>
        </w:rPr>
        <w:t>в</w:t>
      </w:r>
      <w:r w:rsidR="00950D78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A6F8D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122327" w:rsidRPr="00EF6487">
        <w:rPr>
          <w:rFonts w:ascii="Times New Roman" w:hAnsi="Times New Roman"/>
          <w:sz w:val="26"/>
          <w:szCs w:val="26"/>
        </w:rPr>
        <w:t>«Порядок приема на обучение</w:t>
      </w:r>
      <w:r w:rsidR="006031F1" w:rsidRPr="00EF6487">
        <w:rPr>
          <w:rFonts w:ascii="Times New Roman" w:hAnsi="Times New Roman"/>
          <w:sz w:val="26"/>
          <w:szCs w:val="26"/>
        </w:rPr>
        <w:t xml:space="preserve"> </w:t>
      </w:r>
      <w:r w:rsidR="00122327" w:rsidRPr="00EF6487">
        <w:rPr>
          <w:rFonts w:ascii="Times New Roman" w:hAnsi="Times New Roman"/>
          <w:sz w:val="26"/>
          <w:szCs w:val="26"/>
        </w:rPr>
        <w:t xml:space="preserve">по образовательным программам дошкольного образования в образовательные организации муниципального района «Шилкинский район», утвержденный </w:t>
      </w:r>
      <w:r w:rsidR="00122327" w:rsidRPr="00EF6487">
        <w:rPr>
          <w:rFonts w:ascii="Times New Roman" w:hAnsi="Times New Roman"/>
          <w:bCs/>
          <w:sz w:val="26"/>
          <w:szCs w:val="26"/>
          <w:lang w:eastAsia="ru-RU"/>
        </w:rPr>
        <w:t>постановлением Администрации муниципального района «Шилкинский район»</w:t>
      </w:r>
      <w:r w:rsidR="002137C5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2137C5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от 18 </w:t>
      </w:r>
      <w:proofErr w:type="gramStart"/>
      <w:r w:rsidR="002137C5" w:rsidRPr="00EF6487">
        <w:rPr>
          <w:rFonts w:ascii="Times New Roman" w:hAnsi="Times New Roman"/>
          <w:bCs/>
          <w:sz w:val="26"/>
          <w:szCs w:val="26"/>
          <w:lang w:eastAsia="ru-RU"/>
        </w:rPr>
        <w:t>декабря  2014</w:t>
      </w:r>
      <w:proofErr w:type="gramEnd"/>
      <w:r w:rsidR="002137C5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 года № 1897.</w:t>
      </w:r>
    </w:p>
    <w:p w:rsidR="00122327" w:rsidRPr="00EF6487" w:rsidRDefault="00122327" w:rsidP="002137C5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05C57" w:rsidRDefault="002B4EAE" w:rsidP="00C758A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C2D2E"/>
          <w:sz w:val="26"/>
          <w:szCs w:val="26"/>
        </w:rPr>
      </w:pPr>
      <w:r w:rsidRPr="00EF6487">
        <w:rPr>
          <w:rFonts w:ascii="Times New Roman" w:hAnsi="Times New Roman"/>
          <w:bCs/>
          <w:sz w:val="26"/>
          <w:szCs w:val="26"/>
        </w:rPr>
        <w:t>2.</w:t>
      </w:r>
      <w:r w:rsidR="00EA632C" w:rsidRPr="00EF6487">
        <w:rPr>
          <w:rFonts w:ascii="Times New Roman" w:hAnsi="Times New Roman"/>
          <w:bCs/>
          <w:sz w:val="26"/>
          <w:szCs w:val="26"/>
        </w:rPr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>Настоящее постановление</w:t>
      </w:r>
      <w:r w:rsidR="00EF6487" w:rsidRPr="00EF6487">
        <w:rPr>
          <w:color w:val="2C2D2E"/>
          <w:sz w:val="26"/>
          <w:szCs w:val="26"/>
        </w:rPr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 xml:space="preserve">разместить на официальном портале муниципального района «Шилкинский район» </w:t>
      </w:r>
      <w:hyperlink r:id="rId8" w:tgtFrame="_blank" w:history="1">
        <w:r w:rsidR="00EF6487" w:rsidRPr="00C758A9">
          <w:rPr>
            <w:rStyle w:val="a3"/>
            <w:rFonts w:ascii="Times New Roman" w:hAnsi="Times New Roman"/>
            <w:color w:val="000000" w:themeColor="text1"/>
            <w:sz w:val="26"/>
            <w:szCs w:val="26"/>
            <w:u w:val="none"/>
          </w:rPr>
          <w:t>http://шилкинскийрайон.рф</w:t>
        </w:r>
      </w:hyperlink>
      <w:r w:rsidR="003F2B56"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>в информационно - телекоммуникационной сети «Интернет».</w:t>
      </w:r>
    </w:p>
    <w:p w:rsidR="00C758A9" w:rsidRPr="00C758A9" w:rsidRDefault="00C758A9" w:rsidP="00C758A9">
      <w:pPr>
        <w:pStyle w:val="HTML"/>
        <w:shd w:val="clear" w:color="auto" w:fill="FFFFFF"/>
        <w:jc w:val="both"/>
        <w:rPr>
          <w:rFonts w:ascii="Times New Roman" w:hAnsi="Times New Roman"/>
          <w:bCs/>
          <w:sz w:val="26"/>
          <w:szCs w:val="26"/>
        </w:rPr>
      </w:pPr>
    </w:p>
    <w:p w:rsidR="00A43A51" w:rsidRPr="00EF6487" w:rsidRDefault="00A43A51" w:rsidP="00A43A51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D62F04" w:rsidRPr="00EF6487" w:rsidRDefault="00356DCD">
      <w:pPr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Глава муниципального района</w:t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C758A9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005C57" w:rsidRPr="00EF6487">
        <w:rPr>
          <w:rFonts w:ascii="Times New Roman" w:hAnsi="Times New Roman"/>
          <w:sz w:val="26"/>
          <w:szCs w:val="26"/>
        </w:rPr>
        <w:t xml:space="preserve">     </w:t>
      </w:r>
      <w:r w:rsidR="0070385A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 xml:space="preserve"> </w:t>
      </w:r>
      <w:r w:rsidR="00794FFE" w:rsidRPr="00EF6487">
        <w:rPr>
          <w:rFonts w:ascii="Times New Roman" w:hAnsi="Times New Roman"/>
          <w:sz w:val="26"/>
          <w:szCs w:val="26"/>
        </w:rPr>
        <w:t>С.В. Воробьёв</w:t>
      </w:r>
      <w:r w:rsidRPr="00EF6487">
        <w:rPr>
          <w:rFonts w:ascii="Times New Roman" w:hAnsi="Times New Roman"/>
          <w:sz w:val="26"/>
          <w:szCs w:val="26"/>
        </w:rPr>
        <w:t xml:space="preserve"> </w:t>
      </w:r>
    </w:p>
    <w:p w:rsidR="0095342A" w:rsidRPr="00356DCD" w:rsidRDefault="007964AB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</w:t>
      </w:r>
      <w:r w:rsidR="00D62F0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>УТВЕРЖДЕН</w:t>
      </w:r>
      <w:r w:rsidR="00B61E6A">
        <w:rPr>
          <w:rFonts w:ascii="Times New Roman" w:hAnsi="Times New Roman"/>
          <w:sz w:val="24"/>
          <w:szCs w:val="24"/>
          <w:lang w:eastAsia="ru-RU"/>
        </w:rPr>
        <w:t>:</w:t>
      </w:r>
    </w:p>
    <w:p w:rsidR="0095342A" w:rsidRPr="00356DCD" w:rsidRDefault="009B0CFC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остановлением </w:t>
      </w:r>
      <w:r w:rsidR="00CF693B">
        <w:rPr>
          <w:rFonts w:ascii="Times New Roman" w:hAnsi="Times New Roman"/>
          <w:sz w:val="24"/>
          <w:szCs w:val="24"/>
          <w:lang w:eastAsia="ru-RU"/>
        </w:rPr>
        <w:t>А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дминистрации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356DCD" w:rsidRPr="00356DCD" w:rsidRDefault="00356DCD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>«Шилкинский район»</w:t>
      </w:r>
    </w:p>
    <w:p w:rsidR="0095342A" w:rsidRPr="00356DCD" w:rsidRDefault="00356DCD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5276FF">
        <w:rPr>
          <w:rFonts w:ascii="Times New Roman" w:hAnsi="Times New Roman"/>
          <w:sz w:val="24"/>
          <w:szCs w:val="24"/>
          <w:lang w:eastAsia="ru-RU"/>
        </w:rPr>
        <w:t>_____________№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94FFE">
        <w:rPr>
          <w:rFonts w:ascii="Times New Roman" w:hAnsi="Times New Roman"/>
          <w:sz w:val="24"/>
          <w:szCs w:val="24"/>
          <w:lang w:eastAsia="ru-RU"/>
        </w:rPr>
        <w:t>______</w:t>
      </w:r>
    </w:p>
    <w:p w:rsidR="0095342A" w:rsidRPr="0095342A" w:rsidRDefault="0095342A" w:rsidP="0095342A">
      <w:pPr>
        <w:keepNext/>
        <w:spacing w:after="24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6031F1" w:rsidRDefault="003C4561" w:rsidP="006031F1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Изменения, вносимые в </w:t>
      </w:r>
      <w:r w:rsidR="009B0CFC">
        <w:rPr>
          <w:rFonts w:ascii="Times New Roman" w:hAnsi="Times New Roman"/>
          <w:b/>
          <w:bCs/>
          <w:sz w:val="27"/>
          <w:szCs w:val="27"/>
          <w:lang w:eastAsia="ru-RU"/>
        </w:rPr>
        <w:t>административный регламент по предоставлению муниципальной услуги</w:t>
      </w:r>
      <w:r w:rsidR="006031F1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="006031F1" w:rsidRPr="00005C57">
        <w:rPr>
          <w:rFonts w:ascii="Times New Roman" w:hAnsi="Times New Roman"/>
          <w:b/>
          <w:sz w:val="28"/>
          <w:szCs w:val="28"/>
        </w:rPr>
        <w:t>«П</w:t>
      </w:r>
      <w:r w:rsidR="006031F1">
        <w:rPr>
          <w:rFonts w:ascii="Times New Roman" w:hAnsi="Times New Roman"/>
          <w:b/>
          <w:sz w:val="28"/>
          <w:szCs w:val="28"/>
        </w:rPr>
        <w:t xml:space="preserve">орядок приема на обучение по образовательным программам дошкольного образования в образовательные организации муниципального района «Шилкинский район», утвержденный </w:t>
      </w:r>
      <w:r w:rsidR="006031F1" w:rsidRPr="00005C57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</w:t>
      </w:r>
      <w:r w:rsidR="006031F1"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6031F1" w:rsidRPr="00005C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Администрации муниципального района «Шилкинский район»</w:t>
      </w:r>
    </w:p>
    <w:p w:rsidR="00950D78" w:rsidRDefault="006031F1" w:rsidP="00E459C4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05C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18 декабря</w:t>
      </w:r>
      <w:r w:rsidRPr="00005C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201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Pr="00005C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1897</w:t>
      </w:r>
      <w:r w:rsidR="009B0CFC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</w:p>
    <w:p w:rsidR="00E459C4" w:rsidRDefault="00E459C4" w:rsidP="00E459C4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Cs/>
          <w:sz w:val="27"/>
          <w:szCs w:val="27"/>
          <w:lang w:eastAsia="ru-RU"/>
        </w:rPr>
      </w:pPr>
    </w:p>
    <w:p w:rsidR="00CF693B" w:rsidRDefault="002F4AC5" w:rsidP="007B2C5B">
      <w:pPr>
        <w:tabs>
          <w:tab w:val="left" w:pos="2955"/>
        </w:tabs>
        <w:spacing w:after="0" w:line="240" w:lineRule="auto"/>
        <w:ind w:left="-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="003C4561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D752A0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 w:rsidR="00CE25B8" w:rsidRPr="00CE25B8">
        <w:rPr>
          <w:rFonts w:ascii="Times New Roman" w:hAnsi="Times New Roman"/>
          <w:sz w:val="28"/>
          <w:szCs w:val="28"/>
        </w:rPr>
        <w:t xml:space="preserve">«Порядок приема на обучение по образовательным программам дошкольного образования в образовательные организации муниципального района «Шилкинский район», утвержденный </w:t>
      </w:r>
      <w:r w:rsidR="00CE25B8" w:rsidRPr="00CE25B8">
        <w:rPr>
          <w:rFonts w:ascii="Times New Roman" w:hAnsi="Times New Roman"/>
          <w:bCs/>
          <w:sz w:val="28"/>
          <w:szCs w:val="28"/>
          <w:lang w:eastAsia="ru-RU"/>
        </w:rPr>
        <w:t>постановлением Администрации муниципального района «Шилкинский район»</w:t>
      </w:r>
      <w:r w:rsidR="00CE25B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E25B8" w:rsidRPr="00CE25B8">
        <w:rPr>
          <w:rFonts w:ascii="Times New Roman" w:hAnsi="Times New Roman"/>
          <w:bCs/>
          <w:sz w:val="28"/>
          <w:szCs w:val="28"/>
          <w:lang w:eastAsia="ru-RU"/>
        </w:rPr>
        <w:t xml:space="preserve">от 18 </w:t>
      </w:r>
      <w:proofErr w:type="gramStart"/>
      <w:r w:rsidR="00CE25B8" w:rsidRPr="00CE25B8">
        <w:rPr>
          <w:rFonts w:ascii="Times New Roman" w:hAnsi="Times New Roman"/>
          <w:bCs/>
          <w:sz w:val="28"/>
          <w:szCs w:val="28"/>
          <w:lang w:eastAsia="ru-RU"/>
        </w:rPr>
        <w:t>декабря  2014</w:t>
      </w:r>
      <w:proofErr w:type="gramEnd"/>
      <w:r w:rsidR="00CE25B8" w:rsidRPr="00CE25B8">
        <w:rPr>
          <w:rFonts w:ascii="Times New Roman" w:hAnsi="Times New Roman"/>
          <w:bCs/>
          <w:sz w:val="28"/>
          <w:szCs w:val="28"/>
          <w:lang w:eastAsia="ru-RU"/>
        </w:rPr>
        <w:t xml:space="preserve"> года № 1897</w:t>
      </w:r>
      <w:r w:rsidR="00CE25B8" w:rsidRPr="00845A3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45A3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F693B" w:rsidRPr="00776073">
        <w:rPr>
          <w:rFonts w:ascii="Times New Roman" w:hAnsi="Times New Roman"/>
          <w:bCs/>
          <w:sz w:val="28"/>
          <w:szCs w:val="28"/>
          <w:lang w:eastAsia="ru-RU"/>
        </w:rPr>
        <w:t>внести изменения:</w:t>
      </w:r>
    </w:p>
    <w:p w:rsidR="00295B37" w:rsidRDefault="00295B37" w:rsidP="007B2C5B">
      <w:pPr>
        <w:tabs>
          <w:tab w:val="left" w:pos="2955"/>
        </w:tabs>
        <w:spacing w:after="0" w:line="240" w:lineRule="auto"/>
        <w:ind w:left="-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DB31C9" w:rsidRPr="00DB31C9" w:rsidRDefault="00DB31C9" w:rsidP="007B2C5B">
      <w:pPr>
        <w:numPr>
          <w:ilvl w:val="0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1C9">
        <w:rPr>
          <w:rFonts w:ascii="Times New Roman" w:hAnsi="Times New Roman"/>
          <w:sz w:val="28"/>
          <w:szCs w:val="28"/>
          <w:lang w:eastAsia="ru-RU"/>
        </w:rPr>
        <w:t xml:space="preserve">Признать  </w:t>
      </w:r>
      <w:r w:rsidR="00E83AD2">
        <w:rPr>
          <w:rFonts w:ascii="Times New Roman" w:hAnsi="Times New Roman"/>
          <w:sz w:val="28"/>
          <w:szCs w:val="28"/>
          <w:lang w:eastAsia="ru-RU"/>
        </w:rPr>
        <w:t>утратившим силу приказ</w:t>
      </w:r>
      <w:r w:rsidRPr="00DB31C9">
        <w:rPr>
          <w:rFonts w:ascii="Times New Roman" w:hAnsi="Times New Roman"/>
          <w:sz w:val="28"/>
          <w:szCs w:val="28"/>
          <w:lang w:eastAsia="ru-RU"/>
        </w:rPr>
        <w:t>:</w:t>
      </w:r>
    </w:p>
    <w:p w:rsidR="00DB31C9" w:rsidRDefault="00DB31C9" w:rsidP="007B2C5B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1C9">
        <w:rPr>
          <w:rFonts w:ascii="Times New Roman" w:hAnsi="Times New Roman"/>
          <w:sz w:val="28"/>
          <w:szCs w:val="28"/>
          <w:lang w:eastAsia="ru-RU"/>
        </w:rPr>
        <w:t>Министерства образования и науки Российской Федерации от 8 апреля 2014 г. № 293 «Об утверждении Порядка приема на обучение по образовательным программам дошкольного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DB31C9">
        <w:rPr>
          <w:rFonts w:ascii="Times New Roman" w:hAnsi="Times New Roman"/>
          <w:sz w:val="28"/>
          <w:szCs w:val="28"/>
          <w:lang w:eastAsia="ru-RU"/>
        </w:rPr>
        <w:t xml:space="preserve"> (зарегистрирован Министерством юстиции Российской Федерации 12 мая 2014 года, регистрационный № 32220)</w:t>
      </w:r>
      <w:r w:rsidR="00115067">
        <w:rPr>
          <w:rFonts w:ascii="Times New Roman" w:hAnsi="Times New Roman"/>
          <w:sz w:val="28"/>
          <w:szCs w:val="28"/>
          <w:lang w:eastAsia="ru-RU"/>
        </w:rPr>
        <w:t>.</w:t>
      </w:r>
    </w:p>
    <w:p w:rsidR="00295B37" w:rsidRDefault="00AA1CB5" w:rsidP="007B2C5B">
      <w:pPr>
        <w:spacing w:before="280"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F24A2D">
        <w:rPr>
          <w:rFonts w:ascii="Times New Roman" w:hAnsi="Times New Roman"/>
          <w:sz w:val="28"/>
          <w:szCs w:val="28"/>
          <w:u w:val="single"/>
          <w:lang w:eastAsia="ru-RU"/>
        </w:rPr>
        <w:t>Дополнить: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Приказ </w:t>
      </w:r>
      <w:r w:rsidRPr="00AA1CB5">
        <w:rPr>
          <w:rFonts w:ascii="Times New Roman" w:hAnsi="Times New Roman"/>
          <w:sz w:val="28"/>
          <w:szCs w:val="28"/>
          <w:lang w:eastAsia="ru-RU"/>
        </w:rPr>
        <w:t>Министерства Просвещения Российской Федерации от 15 мая 2020 года  № 236</w:t>
      </w:r>
      <w:r w:rsidRPr="00AA1CB5">
        <w:rPr>
          <w:rFonts w:ascii="Times New Roman" w:hAnsi="Times New Roman"/>
          <w:sz w:val="28"/>
          <w:szCs w:val="28"/>
        </w:rPr>
        <w:t xml:space="preserve">  «Об утверждении Порядка приема на обучение по образовательным программам дошкольного образования»</w:t>
      </w:r>
      <w:r w:rsidR="003E01DC">
        <w:rPr>
          <w:rFonts w:ascii="Times New Roman" w:hAnsi="Times New Roman"/>
          <w:sz w:val="28"/>
          <w:szCs w:val="28"/>
        </w:rPr>
        <w:t>;</w:t>
      </w:r>
      <w:r w:rsidR="00D138A1">
        <w:rPr>
          <w:rFonts w:ascii="Times New Roman" w:hAnsi="Times New Roman"/>
          <w:sz w:val="28"/>
          <w:szCs w:val="28"/>
        </w:rPr>
        <w:t xml:space="preserve"> Приказ Министерства </w:t>
      </w:r>
      <w:r w:rsidR="00D138A1" w:rsidRPr="00AA1CB5">
        <w:rPr>
          <w:rFonts w:ascii="Times New Roman" w:hAnsi="Times New Roman"/>
          <w:sz w:val="28"/>
          <w:szCs w:val="28"/>
          <w:lang w:eastAsia="ru-RU"/>
        </w:rPr>
        <w:t>Просвещения Российской Федерации</w:t>
      </w:r>
      <w:r w:rsidR="00D138A1">
        <w:rPr>
          <w:rFonts w:ascii="Times New Roman" w:hAnsi="Times New Roman"/>
          <w:sz w:val="28"/>
          <w:szCs w:val="28"/>
          <w:lang w:eastAsia="ru-RU"/>
        </w:rPr>
        <w:t xml:space="preserve"> от 4 октября 2021 года № 686 «О внесении изменений в приказы </w:t>
      </w:r>
      <w:r w:rsidR="00D138A1" w:rsidRPr="00AA1CB5">
        <w:rPr>
          <w:rFonts w:ascii="Times New Roman" w:hAnsi="Times New Roman"/>
          <w:sz w:val="28"/>
          <w:szCs w:val="28"/>
          <w:lang w:eastAsia="ru-RU"/>
        </w:rPr>
        <w:t>Просвещения Российской Федерации</w:t>
      </w:r>
      <w:r w:rsidR="00D138A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D138A1" w:rsidRPr="00AA1CB5">
        <w:rPr>
          <w:rFonts w:ascii="Times New Roman" w:hAnsi="Times New Roman"/>
          <w:sz w:val="28"/>
          <w:szCs w:val="28"/>
          <w:lang w:eastAsia="ru-RU"/>
        </w:rPr>
        <w:t xml:space="preserve"> 15 мая 2020 года  № 236</w:t>
      </w:r>
      <w:r w:rsidR="003E01DC">
        <w:rPr>
          <w:rFonts w:ascii="Times New Roman" w:hAnsi="Times New Roman"/>
          <w:sz w:val="28"/>
          <w:szCs w:val="28"/>
        </w:rPr>
        <w:t xml:space="preserve"> </w:t>
      </w:r>
      <w:r w:rsidR="00D138A1" w:rsidRPr="00AA1CB5">
        <w:rPr>
          <w:rFonts w:ascii="Times New Roman" w:hAnsi="Times New Roman"/>
          <w:sz w:val="28"/>
          <w:szCs w:val="28"/>
        </w:rPr>
        <w:t>«Об утверждении Порядка приема на обучение по образовательным программам дошкольного образования»</w:t>
      </w:r>
      <w:r w:rsidR="00D138A1">
        <w:rPr>
          <w:rFonts w:ascii="Times New Roman" w:hAnsi="Times New Roman"/>
          <w:sz w:val="28"/>
          <w:szCs w:val="28"/>
        </w:rPr>
        <w:t xml:space="preserve"> и от 8 сентября 2020 № 471 «О внесении изменений в Порядок приема на о</w:t>
      </w:r>
      <w:r w:rsidR="003E01DC">
        <w:rPr>
          <w:rFonts w:ascii="Times New Roman" w:hAnsi="Times New Roman"/>
          <w:sz w:val="28"/>
          <w:szCs w:val="28"/>
        </w:rPr>
        <w:t>б</w:t>
      </w:r>
      <w:r w:rsidR="00D138A1">
        <w:rPr>
          <w:rFonts w:ascii="Times New Roman" w:hAnsi="Times New Roman"/>
          <w:sz w:val="28"/>
          <w:szCs w:val="28"/>
        </w:rPr>
        <w:t xml:space="preserve">учение по </w:t>
      </w:r>
      <w:r w:rsidR="003E01DC">
        <w:rPr>
          <w:rFonts w:ascii="Times New Roman" w:hAnsi="Times New Roman"/>
          <w:sz w:val="28"/>
          <w:szCs w:val="28"/>
        </w:rPr>
        <w:t>образовательным</w:t>
      </w:r>
      <w:r w:rsidR="00D138A1">
        <w:rPr>
          <w:rFonts w:ascii="Times New Roman" w:hAnsi="Times New Roman"/>
          <w:sz w:val="28"/>
          <w:szCs w:val="28"/>
        </w:rPr>
        <w:t xml:space="preserve"> программам дошкольного образования, утвержденный приказом</w:t>
      </w:r>
      <w:r w:rsidR="003E01DC" w:rsidRPr="003E01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01DC" w:rsidRPr="00AA1CB5">
        <w:rPr>
          <w:rFonts w:ascii="Times New Roman" w:hAnsi="Times New Roman"/>
          <w:sz w:val="28"/>
          <w:szCs w:val="28"/>
          <w:lang w:eastAsia="ru-RU"/>
        </w:rPr>
        <w:t>Министерства Просвещения Российской Федерации</w:t>
      </w:r>
      <w:r w:rsidR="00D138A1">
        <w:rPr>
          <w:rFonts w:ascii="Times New Roman" w:hAnsi="Times New Roman"/>
          <w:sz w:val="28"/>
          <w:szCs w:val="28"/>
        </w:rPr>
        <w:t xml:space="preserve"> </w:t>
      </w:r>
      <w:r w:rsidR="00D138A1" w:rsidRPr="00AA1CB5">
        <w:rPr>
          <w:rFonts w:ascii="Times New Roman" w:hAnsi="Times New Roman"/>
          <w:sz w:val="28"/>
          <w:szCs w:val="28"/>
          <w:lang w:eastAsia="ru-RU"/>
        </w:rPr>
        <w:t>от 15 мая 2020 года  № 236</w:t>
      </w:r>
      <w:r w:rsidR="003E01DC">
        <w:rPr>
          <w:rFonts w:ascii="Times New Roman" w:hAnsi="Times New Roman"/>
          <w:sz w:val="28"/>
          <w:szCs w:val="28"/>
          <w:lang w:eastAsia="ru-RU"/>
        </w:rPr>
        <w:t>».</w:t>
      </w:r>
    </w:p>
    <w:p w:rsidR="00295B37" w:rsidRPr="00295B37" w:rsidRDefault="00295B37" w:rsidP="007B2C5B">
      <w:pPr>
        <w:pStyle w:val="a7"/>
        <w:numPr>
          <w:ilvl w:val="0"/>
          <w:numId w:val="32"/>
        </w:numPr>
        <w:spacing w:before="280"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295B37">
        <w:rPr>
          <w:rFonts w:ascii="Times New Roman" w:hAnsi="Times New Roman"/>
          <w:sz w:val="28"/>
          <w:szCs w:val="28"/>
        </w:rPr>
        <w:t>В пункте 5 слово «Управление» заменить на слово «Комитет»</w:t>
      </w:r>
      <w:r>
        <w:rPr>
          <w:rFonts w:ascii="Times New Roman" w:hAnsi="Times New Roman"/>
          <w:sz w:val="28"/>
          <w:szCs w:val="28"/>
        </w:rPr>
        <w:t>.</w:t>
      </w:r>
    </w:p>
    <w:p w:rsidR="00295B37" w:rsidRPr="00295B37" w:rsidRDefault="00295B37" w:rsidP="007B2C5B">
      <w:pPr>
        <w:pStyle w:val="a7"/>
        <w:spacing w:before="280" w:after="0" w:line="240" w:lineRule="auto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42239" w:rsidRPr="00542239" w:rsidRDefault="00AE2BA2" w:rsidP="007B2C5B">
      <w:pPr>
        <w:numPr>
          <w:ilvl w:val="0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Добавить а</w:t>
      </w:r>
      <w:r w:rsidR="00EA56DD">
        <w:rPr>
          <w:rFonts w:ascii="Times New Roman" w:hAnsi="Times New Roman"/>
          <w:sz w:val="28"/>
          <w:szCs w:val="28"/>
          <w:lang w:eastAsia="ru-RU"/>
        </w:rPr>
        <w:t>бзац 3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EA56DD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542239" w:rsidRPr="00542239">
        <w:rPr>
          <w:rFonts w:ascii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542239" w:rsidRPr="00542239">
        <w:rPr>
          <w:rFonts w:ascii="Times New Roman" w:hAnsi="Times New Roman"/>
          <w:sz w:val="28"/>
          <w:szCs w:val="28"/>
          <w:lang w:eastAsia="ru-RU"/>
        </w:rPr>
        <w:t xml:space="preserve"> 4:</w:t>
      </w:r>
    </w:p>
    <w:p w:rsidR="00542239" w:rsidRDefault="007653BA" w:rsidP="007B2C5B">
      <w:pPr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Ребенок имеет право </w:t>
      </w:r>
      <w:r w:rsidR="00542239" w:rsidRPr="00542239">
        <w:rPr>
          <w:rFonts w:ascii="Times New Roman" w:hAnsi="Times New Roman"/>
          <w:sz w:val="28"/>
          <w:szCs w:val="28"/>
          <w:lang w:eastAsia="ru-RU"/>
        </w:rPr>
        <w:t xml:space="preserve">преимущественного приема в муниципальные образовательные организации, в которых обучаются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полнородные и </w:t>
      </w:r>
      <w:r w:rsidR="00AE48C6">
        <w:rPr>
          <w:rFonts w:ascii="Times New Roman" w:hAnsi="Times New Roman"/>
          <w:sz w:val="28"/>
          <w:szCs w:val="28"/>
          <w:lang w:eastAsia="ru-RU"/>
        </w:rPr>
        <w:t>не</w:t>
      </w:r>
      <w:r w:rsidR="004C7A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8C6">
        <w:rPr>
          <w:rFonts w:ascii="Times New Roman" w:hAnsi="Times New Roman"/>
          <w:sz w:val="28"/>
          <w:szCs w:val="28"/>
          <w:lang w:eastAsia="ru-RU"/>
        </w:rPr>
        <w:t>полнор</w:t>
      </w:r>
      <w:r>
        <w:rPr>
          <w:rFonts w:ascii="Times New Roman" w:hAnsi="Times New Roman"/>
          <w:sz w:val="28"/>
          <w:szCs w:val="28"/>
          <w:lang w:eastAsia="ru-RU"/>
        </w:rPr>
        <w:t xml:space="preserve">одные </w:t>
      </w:r>
      <w:r w:rsidR="00542239" w:rsidRPr="00542239">
        <w:rPr>
          <w:rFonts w:ascii="Times New Roman" w:hAnsi="Times New Roman"/>
          <w:sz w:val="28"/>
          <w:szCs w:val="28"/>
          <w:lang w:eastAsia="ru-RU"/>
        </w:rPr>
        <w:t>братья и (или) сестры.</w:t>
      </w:r>
    </w:p>
    <w:p w:rsidR="00295B37" w:rsidRDefault="00295B37" w:rsidP="007B2C5B">
      <w:pPr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003D" w:rsidRDefault="00A82D89" w:rsidP="007B2C5B">
      <w:pPr>
        <w:pStyle w:val="a7"/>
        <w:numPr>
          <w:ilvl w:val="0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003D">
        <w:rPr>
          <w:rFonts w:ascii="Times New Roman" w:hAnsi="Times New Roman"/>
          <w:sz w:val="28"/>
          <w:szCs w:val="28"/>
          <w:lang w:eastAsia="ru-RU"/>
        </w:rPr>
        <w:lastRenderedPageBreak/>
        <w:t>Пунк</w:t>
      </w:r>
      <w:r w:rsidR="0028003D">
        <w:rPr>
          <w:rFonts w:ascii="Times New Roman" w:hAnsi="Times New Roman"/>
          <w:sz w:val="28"/>
          <w:szCs w:val="28"/>
          <w:lang w:eastAsia="ru-RU"/>
        </w:rPr>
        <w:t xml:space="preserve">т 8 изложить в </w:t>
      </w:r>
      <w:r w:rsidR="00EA56DD">
        <w:rPr>
          <w:rFonts w:ascii="Times New Roman" w:hAnsi="Times New Roman"/>
          <w:sz w:val="28"/>
          <w:szCs w:val="28"/>
          <w:lang w:eastAsia="ru-RU"/>
        </w:rPr>
        <w:t>следующей</w:t>
      </w:r>
      <w:r w:rsidR="0028003D">
        <w:rPr>
          <w:rFonts w:ascii="Times New Roman" w:hAnsi="Times New Roman"/>
          <w:sz w:val="28"/>
          <w:szCs w:val="28"/>
          <w:lang w:eastAsia="ru-RU"/>
        </w:rPr>
        <w:t xml:space="preserve"> редакции:</w:t>
      </w:r>
    </w:p>
    <w:p w:rsidR="00E36644" w:rsidRDefault="0028003D" w:rsidP="007B2C5B">
      <w:pPr>
        <w:pStyle w:val="a7"/>
        <w:suppressAutoHyphens/>
        <w:spacing w:after="0" w:line="240" w:lineRule="auto"/>
        <w:ind w:left="-284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003D">
        <w:rPr>
          <w:rFonts w:ascii="Times New Roman" w:hAnsi="Times New Roman"/>
          <w:sz w:val="28"/>
          <w:szCs w:val="28"/>
          <w:lang w:eastAsia="ru-RU"/>
        </w:rPr>
        <w:t xml:space="preserve">Прием в муниципальные образовательные организации осуществляется по 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 w:rsidR="00A82D89" w:rsidRPr="0028003D">
        <w:rPr>
          <w:rFonts w:ascii="Times New Roman" w:hAnsi="Times New Roman"/>
          <w:sz w:val="28"/>
          <w:szCs w:val="28"/>
          <w:lang w:eastAsia="ru-RU"/>
        </w:rPr>
        <w:t>пр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A82D89" w:rsidRPr="0028003D">
        <w:rPr>
          <w:rFonts w:ascii="Times New Roman" w:hAnsi="Times New Roman"/>
          <w:sz w:val="28"/>
          <w:szCs w:val="28"/>
          <w:lang w:eastAsia="ru-RU"/>
        </w:rPr>
        <w:t>влению Комитета образования Администрации муниципального района «Шил</w:t>
      </w:r>
      <w:r>
        <w:rPr>
          <w:rFonts w:ascii="Times New Roman" w:hAnsi="Times New Roman"/>
          <w:sz w:val="28"/>
          <w:szCs w:val="28"/>
          <w:lang w:eastAsia="ru-RU"/>
        </w:rPr>
        <w:t>кинский</w:t>
      </w:r>
      <w:r w:rsidR="00A82D89" w:rsidRPr="0028003D">
        <w:rPr>
          <w:rFonts w:ascii="Times New Roman" w:hAnsi="Times New Roman"/>
          <w:sz w:val="28"/>
          <w:szCs w:val="28"/>
          <w:lang w:eastAsia="ru-RU"/>
        </w:rPr>
        <w:t xml:space="preserve"> район» посредством использования региональных </w:t>
      </w:r>
      <w:r w:rsidRPr="0028003D">
        <w:rPr>
          <w:rFonts w:ascii="Times New Roman" w:hAnsi="Times New Roman"/>
          <w:sz w:val="28"/>
          <w:szCs w:val="28"/>
          <w:lang w:eastAsia="ru-RU"/>
        </w:rPr>
        <w:t>информационных</w:t>
      </w:r>
      <w:r w:rsidR="00A82D89" w:rsidRPr="0028003D">
        <w:rPr>
          <w:rFonts w:ascii="Times New Roman" w:hAnsi="Times New Roman"/>
          <w:sz w:val="28"/>
          <w:szCs w:val="28"/>
          <w:lang w:eastAsia="ru-RU"/>
        </w:rPr>
        <w:t xml:space="preserve"> систем, указанных в части 14 статьи 98 Федерального закона от 29 </w:t>
      </w:r>
      <w:r w:rsidRPr="0028003D">
        <w:rPr>
          <w:rFonts w:ascii="Times New Roman" w:hAnsi="Times New Roman"/>
          <w:sz w:val="28"/>
          <w:szCs w:val="28"/>
          <w:lang w:eastAsia="ru-RU"/>
        </w:rPr>
        <w:t>декабря</w:t>
      </w:r>
      <w:r w:rsidR="00A82D89" w:rsidRPr="0028003D">
        <w:rPr>
          <w:rFonts w:ascii="Times New Roman" w:hAnsi="Times New Roman"/>
          <w:sz w:val="28"/>
          <w:szCs w:val="28"/>
          <w:lang w:eastAsia="ru-RU"/>
        </w:rPr>
        <w:t xml:space="preserve"> 2012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 272-ФЗ «Об образовании в Российской Федерации».</w:t>
      </w:r>
    </w:p>
    <w:p w:rsidR="00E36644" w:rsidRDefault="00E36644" w:rsidP="00E36644">
      <w:pPr>
        <w:pStyle w:val="a7"/>
        <w:suppressAutoHyphens/>
        <w:spacing w:after="0" w:line="240" w:lineRule="auto"/>
        <w:ind w:left="-284" w:firstLine="22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Документы о приеме подаются в муниципальную образовательную организацию, в которую получено направление.</w:t>
      </w:r>
    </w:p>
    <w:p w:rsidR="00A82D89" w:rsidRDefault="0028003D" w:rsidP="007B2C5B">
      <w:pPr>
        <w:pStyle w:val="a7"/>
        <w:suppressAutoHyphens/>
        <w:spacing w:after="0" w:line="240" w:lineRule="auto"/>
        <w:ind w:left="-284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Комитетом образования Администрации муниципального района «Шилкинский район» родителю (законному представителю) ребенка предоставляется на бумажном носителе и (или) в электронной форме через единый портал государственных и муниципальных услуг (функций) и (или)</w:t>
      </w:r>
      <w:r w:rsidRPr="002800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5712">
        <w:rPr>
          <w:rFonts w:ascii="Times New Roman" w:hAnsi="Times New Roman"/>
          <w:sz w:val="28"/>
          <w:szCs w:val="28"/>
          <w:lang w:eastAsia="ru-RU"/>
        </w:rPr>
        <w:t>региональные  порталы государственных и муниципальных услуг (функций) следующая информация:</w:t>
      </w:r>
    </w:p>
    <w:p w:rsidR="007C5712" w:rsidRDefault="00DB1D16" w:rsidP="007B2C5B">
      <w:pPr>
        <w:pStyle w:val="a7"/>
        <w:numPr>
          <w:ilvl w:val="1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7C5712">
        <w:rPr>
          <w:rFonts w:ascii="Times New Roman" w:hAnsi="Times New Roman"/>
          <w:sz w:val="28"/>
          <w:szCs w:val="28"/>
          <w:lang w:eastAsia="ru-RU"/>
        </w:rPr>
        <w:t xml:space="preserve"> заявлениях дл</w:t>
      </w:r>
      <w:r w:rsidR="00BC7A4C">
        <w:rPr>
          <w:rFonts w:ascii="Times New Roman" w:hAnsi="Times New Roman"/>
          <w:sz w:val="28"/>
          <w:szCs w:val="28"/>
          <w:lang w:eastAsia="ru-RU"/>
        </w:rPr>
        <w:t>я</w:t>
      </w:r>
      <w:r w:rsidR="007C5712">
        <w:rPr>
          <w:rFonts w:ascii="Times New Roman" w:hAnsi="Times New Roman"/>
          <w:sz w:val="28"/>
          <w:szCs w:val="28"/>
          <w:lang w:eastAsia="ru-RU"/>
        </w:rPr>
        <w:t xml:space="preserve"> направления и приема (индивидуальный номер и дата подачи заявления);</w:t>
      </w:r>
    </w:p>
    <w:p w:rsidR="007C5712" w:rsidRDefault="00DB1D16" w:rsidP="007B2C5B">
      <w:pPr>
        <w:pStyle w:val="a7"/>
        <w:numPr>
          <w:ilvl w:val="1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статусах обработки заявлений, об обоснованиях их изменений и комментарий к ним;</w:t>
      </w:r>
    </w:p>
    <w:p w:rsidR="00DB1D16" w:rsidRDefault="00DB1D16" w:rsidP="007B2C5B">
      <w:pPr>
        <w:pStyle w:val="a7"/>
        <w:numPr>
          <w:ilvl w:val="1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последовательности предоставления места в муниципальной образовательной организации;</w:t>
      </w:r>
    </w:p>
    <w:p w:rsidR="00DB1D16" w:rsidRDefault="00730B89" w:rsidP="007B2C5B">
      <w:pPr>
        <w:pStyle w:val="a7"/>
        <w:numPr>
          <w:ilvl w:val="1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документе о предоставлении места в муниципальной образовательной организации;</w:t>
      </w:r>
    </w:p>
    <w:p w:rsidR="00730B89" w:rsidRDefault="00B43A6E" w:rsidP="007B2C5B">
      <w:pPr>
        <w:pStyle w:val="a7"/>
        <w:numPr>
          <w:ilvl w:val="1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документе о зачислении ребенка в муниципальную </w:t>
      </w:r>
      <w:r w:rsidR="00BC7A4C">
        <w:rPr>
          <w:rFonts w:ascii="Times New Roman" w:hAnsi="Times New Roman"/>
          <w:sz w:val="28"/>
          <w:szCs w:val="28"/>
          <w:lang w:eastAsia="ru-RU"/>
        </w:rPr>
        <w:t>образовательную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организацию.</w:t>
      </w:r>
    </w:p>
    <w:p w:rsidR="00BC7A4C" w:rsidRDefault="00BC7A4C" w:rsidP="007B2C5B">
      <w:pPr>
        <w:pStyle w:val="a7"/>
        <w:numPr>
          <w:ilvl w:val="0"/>
          <w:numId w:val="32"/>
        </w:num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Пункт 9 изложить в </w:t>
      </w:r>
      <w:r w:rsidR="00EA56DD">
        <w:rPr>
          <w:rFonts w:ascii="Times New Roman" w:hAnsi="Times New Roman"/>
          <w:sz w:val="28"/>
          <w:szCs w:val="28"/>
          <w:lang w:eastAsia="ru-RU"/>
        </w:rPr>
        <w:t>следующей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редакции:</w:t>
      </w:r>
    </w:p>
    <w:p w:rsidR="00EA56DD" w:rsidRDefault="00EA56DD" w:rsidP="00966A57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и прием в муниципальную образовательную организацию осуществляется по личному заявлению родителя (законного представителя) ребенка. </w:t>
      </w:r>
    </w:p>
    <w:p w:rsidR="00BC7A4C" w:rsidRDefault="007C4938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Заявление для направления в муниципальную образовательную организацию представляется в Комитет образования Администрации муниципального района «Шилкинский район»</w:t>
      </w:r>
      <w:r w:rsidR="00A27417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и (или)</w:t>
      </w:r>
      <w:r>
        <w:rPr>
          <w:rFonts w:ascii="Times New Roman" w:hAnsi="Times New Roman"/>
          <w:sz w:val="28"/>
          <w:szCs w:val="28"/>
          <w:lang w:eastAsia="ru-RU"/>
        </w:rPr>
        <w:t xml:space="preserve"> в электронной форме через единый портал государственных и муниципальных услуг (функций) и (или)</w:t>
      </w:r>
      <w:r w:rsidRPr="002800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региональные  порталы государственных и муниципальных услуг (функций).</w:t>
      </w:r>
    </w:p>
    <w:p w:rsidR="002335C5" w:rsidRDefault="002335C5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о приеме предоставляется в образовательную организацию </w:t>
      </w:r>
      <w:r w:rsidR="006E56A5">
        <w:rPr>
          <w:rFonts w:ascii="Times New Roman" w:hAnsi="Times New Roman"/>
          <w:sz w:val="28"/>
          <w:szCs w:val="28"/>
          <w:lang w:eastAsia="ru-RU"/>
        </w:rPr>
        <w:t>на бумажном носителе и (или)</w:t>
      </w:r>
      <w:r>
        <w:rPr>
          <w:rFonts w:ascii="Times New Roman" w:hAnsi="Times New Roman"/>
          <w:sz w:val="28"/>
          <w:szCs w:val="28"/>
          <w:lang w:eastAsia="ru-RU"/>
        </w:rPr>
        <w:t xml:space="preserve"> в электронной форме через единый портал государственных и муниципальных услуг (функций) и (или)</w:t>
      </w:r>
      <w:r w:rsidRPr="002800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региональные  порталы государственных и муниципальных услуг (функций).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фамилия, имя, отчество (последнее – при наличии) ребенка;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дата рождения ребенка;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реквизиты свидетельства о рождении ребенка;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адрес места жительства (места пребывания, места фактического проживания) ребенка;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д) фамилия, имя, отчество (последнее – при наличии) родителей (законных представителей) ребенка;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рек</w:t>
      </w:r>
      <w:r w:rsidR="008A4F80">
        <w:rPr>
          <w:rFonts w:ascii="Times New Roman" w:hAnsi="Times New Roman"/>
          <w:sz w:val="28"/>
          <w:szCs w:val="28"/>
          <w:lang w:eastAsia="ru-RU"/>
        </w:rPr>
        <w:t>визиты документа, удостоверяющего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личность родителя (законного представителя) ребенка;</w:t>
      </w:r>
    </w:p>
    <w:p w:rsidR="006B7AAC" w:rsidRDefault="006B7AAC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</w:t>
      </w:r>
      <w:r w:rsidR="008A4F80">
        <w:rPr>
          <w:rFonts w:ascii="Times New Roman" w:hAnsi="Times New Roman"/>
          <w:sz w:val="28"/>
          <w:szCs w:val="28"/>
          <w:lang w:eastAsia="ru-RU"/>
        </w:rPr>
        <w:t>реквизиты документа, подтверждающие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F80">
        <w:rPr>
          <w:rFonts w:ascii="Times New Roman" w:hAnsi="Times New Roman"/>
          <w:sz w:val="28"/>
          <w:szCs w:val="28"/>
          <w:lang w:eastAsia="ru-RU"/>
        </w:rPr>
        <w:t>установление опеки (при наличии);</w:t>
      </w:r>
    </w:p>
    <w:p w:rsidR="008A4F80" w:rsidRDefault="008A4F80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з) адрес электронной почты, номер телефона (при наличии) родителей (законных представителей) ребенка;</w:t>
      </w:r>
    </w:p>
    <w:p w:rsidR="008A4F80" w:rsidRDefault="008A4F80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8A4F80" w:rsidRDefault="008A4F80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к) о потребности в обучении ребенка по адаптированной образовательной программе дошкольного </w:t>
      </w:r>
      <w:r w:rsidR="00246A10">
        <w:rPr>
          <w:rFonts w:ascii="Times New Roman" w:hAnsi="Times New Roman"/>
          <w:sz w:val="28"/>
          <w:szCs w:val="28"/>
          <w:lang w:eastAsia="ru-RU"/>
        </w:rPr>
        <w:t>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(или) в создании специальных условий для организации обучения и воспитания ребенка-инвалида в соответствии с индивидуальной</w:t>
      </w:r>
      <w:r w:rsidR="00246A1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программой реабилитации инвалида (при наличии);</w:t>
      </w:r>
    </w:p>
    <w:p w:rsidR="008A4F80" w:rsidRDefault="00825705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л) о направленности дошкольной группы;</w:t>
      </w:r>
    </w:p>
    <w:p w:rsidR="00825705" w:rsidRDefault="00825705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о необходимом режиме пребывания ребенка;</w:t>
      </w:r>
    </w:p>
    <w:p w:rsidR="00825705" w:rsidRDefault="00825705" w:rsidP="007B2C5B">
      <w:pPr>
        <w:pStyle w:val="a7"/>
        <w:suppressAutoHyphens/>
        <w:spacing w:after="0" w:line="240" w:lineRule="auto"/>
        <w:ind w:left="-284"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н) о желаемой дате приема на обучение.</w:t>
      </w:r>
    </w:p>
    <w:p w:rsidR="00825705" w:rsidRDefault="00825705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82570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825705">
        <w:rPr>
          <w:rFonts w:ascii="Times New Roman" w:hAnsi="Times New Roman"/>
          <w:sz w:val="28"/>
          <w:szCs w:val="28"/>
          <w:lang w:eastAsia="ru-RU"/>
        </w:rPr>
        <w:t>аявлении для напр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25705">
        <w:rPr>
          <w:rFonts w:ascii="Times New Roman" w:hAnsi="Times New Roman"/>
          <w:sz w:val="28"/>
          <w:szCs w:val="28"/>
          <w:lang w:eastAsia="ru-RU"/>
        </w:rPr>
        <w:t xml:space="preserve">вления родителями </w:t>
      </w:r>
      <w:r>
        <w:rPr>
          <w:rFonts w:ascii="Times New Roman" w:hAnsi="Times New Roman"/>
          <w:sz w:val="28"/>
          <w:szCs w:val="28"/>
          <w:lang w:eastAsia="ru-RU"/>
        </w:rPr>
        <w:t xml:space="preserve">(законными </w:t>
      </w:r>
      <w:r w:rsidR="00E50C0C">
        <w:rPr>
          <w:rFonts w:ascii="Times New Roman" w:hAnsi="Times New Roman"/>
          <w:sz w:val="28"/>
          <w:szCs w:val="28"/>
          <w:lang w:eastAsia="ru-RU"/>
        </w:rPr>
        <w:t>представителями</w:t>
      </w:r>
      <w:r>
        <w:rPr>
          <w:rFonts w:ascii="Times New Roman" w:hAnsi="Times New Roman"/>
          <w:sz w:val="28"/>
          <w:szCs w:val="28"/>
          <w:lang w:eastAsia="ru-RU"/>
        </w:rPr>
        <w:t>) ребенка дополнительно указываются сведения о муниципальных образовательных организациях, выбранных для приема, и о наличии права на специальные меры поддержки отдельных категорий граждан и их семей (при необходимости).</w:t>
      </w:r>
    </w:p>
    <w:p w:rsidR="00E50C0C" w:rsidRDefault="00E50C0C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наличии у ребенка </w:t>
      </w:r>
      <w:r w:rsidR="008227A7">
        <w:rPr>
          <w:rFonts w:ascii="Times New Roman" w:hAnsi="Times New Roman"/>
          <w:sz w:val="28"/>
          <w:szCs w:val="28"/>
          <w:lang w:eastAsia="ru-RU"/>
        </w:rPr>
        <w:t>полнородных или не</w:t>
      </w:r>
      <w:r w:rsidR="004C7A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27A7">
        <w:rPr>
          <w:rFonts w:ascii="Times New Roman" w:hAnsi="Times New Roman"/>
          <w:sz w:val="28"/>
          <w:szCs w:val="28"/>
          <w:lang w:eastAsia="ru-RU"/>
        </w:rPr>
        <w:t xml:space="preserve">полнородных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братьев и (или) сестер, </w:t>
      </w:r>
      <w:r w:rsidR="008227A7">
        <w:rPr>
          <w:rFonts w:ascii="Times New Roman" w:hAnsi="Times New Roman"/>
          <w:sz w:val="28"/>
          <w:szCs w:val="28"/>
          <w:lang w:eastAsia="ru-RU"/>
        </w:rPr>
        <w:t>обучающихся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в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фамилию (-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), имя (имена)</w:t>
      </w:r>
      <w:r w:rsidR="00A27417">
        <w:rPr>
          <w:rFonts w:ascii="Times New Roman" w:hAnsi="Times New Roman"/>
          <w:sz w:val="28"/>
          <w:szCs w:val="28"/>
          <w:lang w:eastAsia="ru-RU"/>
        </w:rPr>
        <w:t xml:space="preserve">, отчество (-а) (последнее при наличии) </w:t>
      </w:r>
      <w:r w:rsidR="008227A7">
        <w:rPr>
          <w:rFonts w:ascii="Times New Roman" w:hAnsi="Times New Roman"/>
          <w:sz w:val="28"/>
          <w:szCs w:val="28"/>
          <w:lang w:eastAsia="ru-RU"/>
        </w:rPr>
        <w:t>полнородных или не</w:t>
      </w:r>
      <w:r w:rsidR="002639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27A7">
        <w:rPr>
          <w:rFonts w:ascii="Times New Roman" w:hAnsi="Times New Roman"/>
          <w:sz w:val="28"/>
          <w:szCs w:val="28"/>
          <w:lang w:eastAsia="ru-RU"/>
        </w:rPr>
        <w:t xml:space="preserve">полнородных </w:t>
      </w:r>
      <w:r w:rsidR="00A27417">
        <w:rPr>
          <w:rFonts w:ascii="Times New Roman" w:hAnsi="Times New Roman"/>
          <w:sz w:val="28"/>
          <w:szCs w:val="28"/>
          <w:lang w:eastAsia="ru-RU"/>
        </w:rPr>
        <w:t>братьев и (или) сестер.</w:t>
      </w:r>
    </w:p>
    <w:p w:rsidR="006E56A5" w:rsidRDefault="006E56A5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направления и/или п</w:t>
      </w:r>
      <w:r w:rsidR="00A539D0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иема в образовательную организацию родители (законные представители) ребенка представляют следующие документы:</w:t>
      </w:r>
    </w:p>
    <w:p w:rsidR="006E56A5" w:rsidRDefault="00A539D0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документ, </w:t>
      </w:r>
      <w:r w:rsidR="002528B1">
        <w:rPr>
          <w:rFonts w:ascii="Times New Roman" w:hAnsi="Times New Roman"/>
          <w:sz w:val="28"/>
          <w:szCs w:val="28"/>
          <w:lang w:eastAsia="ru-RU"/>
        </w:rPr>
        <w:t xml:space="preserve">удостоверяющий личность родителя (законного представителя) ребенка либо документ, удостоверяющий личность иностранного гражданина или лица без гражданства в Российской Федерации в соответствии </w:t>
      </w:r>
      <w:r w:rsidR="00CA2D5B">
        <w:rPr>
          <w:rFonts w:ascii="Times New Roman" w:hAnsi="Times New Roman"/>
          <w:sz w:val="28"/>
          <w:szCs w:val="28"/>
          <w:lang w:eastAsia="ru-RU"/>
        </w:rPr>
        <w:t>с</w:t>
      </w:r>
      <w:r w:rsidR="002528B1">
        <w:rPr>
          <w:rFonts w:ascii="Times New Roman" w:hAnsi="Times New Roman"/>
          <w:sz w:val="28"/>
          <w:szCs w:val="28"/>
          <w:lang w:eastAsia="ru-RU"/>
        </w:rPr>
        <w:t>о статьей 10 Федерального закона от 25</w:t>
      </w:r>
      <w:r w:rsidR="00CA2D5B">
        <w:rPr>
          <w:rFonts w:ascii="Times New Roman" w:hAnsi="Times New Roman"/>
          <w:sz w:val="28"/>
          <w:szCs w:val="28"/>
          <w:lang w:eastAsia="ru-RU"/>
        </w:rPr>
        <w:t xml:space="preserve"> июля 2002 г. № 115-ФЗ «О правовом положении иностранных граждан в Российской Федерации» (собрание законодательства Российской Федерации, 2002, № 30, ст. 3032);</w:t>
      </w:r>
    </w:p>
    <w:p w:rsidR="00CA2D5B" w:rsidRDefault="00CA2D5B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свидетельство о рождении ребенка или для иностранных граждан и</w:t>
      </w:r>
      <w:r w:rsidR="00966A57">
        <w:rPr>
          <w:rFonts w:ascii="Times New Roman" w:hAnsi="Times New Roman"/>
          <w:sz w:val="28"/>
          <w:szCs w:val="28"/>
          <w:lang w:eastAsia="ru-RU"/>
        </w:rPr>
        <w:t xml:space="preserve"> лиц без гражданства – документ </w:t>
      </w:r>
      <w:r>
        <w:rPr>
          <w:rFonts w:ascii="Times New Roman" w:hAnsi="Times New Roman"/>
          <w:sz w:val="28"/>
          <w:szCs w:val="28"/>
          <w:lang w:eastAsia="ru-RU"/>
        </w:rPr>
        <w:t>(-ы), удостоверяющий (е) личность ребенка и подтверждающий (е) законность предоставления прав ребенка;</w:t>
      </w:r>
    </w:p>
    <w:p w:rsidR="00CA2D5B" w:rsidRDefault="00CA2D5B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документ, подтверждающий установление опеки (при необходимости)</w:t>
      </w:r>
    </w:p>
    <w:p w:rsidR="00CA2D5B" w:rsidRDefault="005201D5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5201D5" w:rsidRDefault="005201D5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документ психолого-педагогической комиссии (при необходимости);</w:t>
      </w:r>
    </w:p>
    <w:p w:rsidR="005201D5" w:rsidRDefault="005201D5" w:rsidP="007B2C5B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документ, подтверждающий потребность в обучении в группе оздоровительной направленности (при необходимости).</w:t>
      </w:r>
    </w:p>
    <w:p w:rsidR="006B7AAC" w:rsidRPr="00BC7A4C" w:rsidRDefault="00A51B6A" w:rsidP="00127B8E">
      <w:pPr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263917">
        <w:rPr>
          <w:rFonts w:ascii="Times New Roman" w:hAnsi="Times New Roman"/>
          <w:sz w:val="28"/>
          <w:szCs w:val="28"/>
          <w:lang w:eastAsia="ru-RU"/>
        </w:rPr>
        <w:t>лова «, медицинское заключение» исключить.</w:t>
      </w:r>
    </w:p>
    <w:sectPr w:rsidR="006B7AAC" w:rsidRPr="00BC7A4C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" w15:restartNumberingAfterBreak="0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9476D48"/>
    <w:multiLevelType w:val="hybridMultilevel"/>
    <w:tmpl w:val="2FB0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9"/>
  </w:num>
  <w:num w:numId="5">
    <w:abstractNumId w:val="24"/>
  </w:num>
  <w:num w:numId="6">
    <w:abstractNumId w:val="20"/>
  </w:num>
  <w:num w:numId="7">
    <w:abstractNumId w:val="21"/>
  </w:num>
  <w:num w:numId="8">
    <w:abstractNumId w:val="18"/>
  </w:num>
  <w:num w:numId="9">
    <w:abstractNumId w:val="16"/>
  </w:num>
  <w:num w:numId="10">
    <w:abstractNumId w:val="11"/>
  </w:num>
  <w:num w:numId="11">
    <w:abstractNumId w:val="6"/>
  </w:num>
  <w:num w:numId="12">
    <w:abstractNumId w:val="26"/>
  </w:num>
  <w:num w:numId="13">
    <w:abstractNumId w:val="4"/>
  </w:num>
  <w:num w:numId="14">
    <w:abstractNumId w:val="22"/>
  </w:num>
  <w:num w:numId="15">
    <w:abstractNumId w:val="14"/>
  </w:num>
  <w:num w:numId="16">
    <w:abstractNumId w:val="10"/>
  </w:num>
  <w:num w:numId="17">
    <w:abstractNumId w:val="25"/>
  </w:num>
  <w:num w:numId="18">
    <w:abstractNumId w:val="23"/>
  </w:num>
  <w:num w:numId="19">
    <w:abstractNumId w:val="31"/>
  </w:num>
  <w:num w:numId="20">
    <w:abstractNumId w:val="12"/>
  </w:num>
  <w:num w:numId="21">
    <w:abstractNumId w:val="7"/>
  </w:num>
  <w:num w:numId="22">
    <w:abstractNumId w:val="30"/>
  </w:num>
  <w:num w:numId="23">
    <w:abstractNumId w:val="17"/>
  </w:num>
  <w:num w:numId="24">
    <w:abstractNumId w:val="15"/>
  </w:num>
  <w:num w:numId="25">
    <w:abstractNumId w:val="5"/>
  </w:num>
  <w:num w:numId="26">
    <w:abstractNumId w:val="9"/>
  </w:num>
  <w:num w:numId="27">
    <w:abstractNumId w:val="27"/>
  </w:num>
  <w:num w:numId="28">
    <w:abstractNumId w:val="1"/>
  </w:num>
  <w:num w:numId="29">
    <w:abstractNumId w:val="29"/>
  </w:num>
  <w:num w:numId="30">
    <w:abstractNumId w:val="8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4A"/>
    <w:rsid w:val="00005C57"/>
    <w:rsid w:val="000463B3"/>
    <w:rsid w:val="000501E0"/>
    <w:rsid w:val="000520B6"/>
    <w:rsid w:val="00053EC7"/>
    <w:rsid w:val="00063489"/>
    <w:rsid w:val="00064F9F"/>
    <w:rsid w:val="000D2C80"/>
    <w:rsid w:val="000E0FA6"/>
    <w:rsid w:val="000F2B6C"/>
    <w:rsid w:val="000F70CE"/>
    <w:rsid w:val="00115067"/>
    <w:rsid w:val="00122327"/>
    <w:rsid w:val="00127B8E"/>
    <w:rsid w:val="00143DF5"/>
    <w:rsid w:val="001442F0"/>
    <w:rsid w:val="00174BB6"/>
    <w:rsid w:val="00181152"/>
    <w:rsid w:val="001829D7"/>
    <w:rsid w:val="00185995"/>
    <w:rsid w:val="00190951"/>
    <w:rsid w:val="001A5DCE"/>
    <w:rsid w:val="001A6F8D"/>
    <w:rsid w:val="001E3227"/>
    <w:rsid w:val="001F29EC"/>
    <w:rsid w:val="001F5421"/>
    <w:rsid w:val="002018D4"/>
    <w:rsid w:val="002137C5"/>
    <w:rsid w:val="002335C5"/>
    <w:rsid w:val="00244488"/>
    <w:rsid w:val="00245890"/>
    <w:rsid w:val="00246A10"/>
    <w:rsid w:val="0025214A"/>
    <w:rsid w:val="002528B1"/>
    <w:rsid w:val="00260089"/>
    <w:rsid w:val="00263917"/>
    <w:rsid w:val="00274E48"/>
    <w:rsid w:val="00275637"/>
    <w:rsid w:val="0028003D"/>
    <w:rsid w:val="00295B37"/>
    <w:rsid w:val="002A13EF"/>
    <w:rsid w:val="002B02D7"/>
    <w:rsid w:val="002B223D"/>
    <w:rsid w:val="002B4EAE"/>
    <w:rsid w:val="002B7435"/>
    <w:rsid w:val="002C5140"/>
    <w:rsid w:val="002C5AF5"/>
    <w:rsid w:val="002E2BE3"/>
    <w:rsid w:val="002F4AC5"/>
    <w:rsid w:val="00300643"/>
    <w:rsid w:val="00305AC3"/>
    <w:rsid w:val="00315079"/>
    <w:rsid w:val="00342EE6"/>
    <w:rsid w:val="00356DCD"/>
    <w:rsid w:val="003666DF"/>
    <w:rsid w:val="003769A7"/>
    <w:rsid w:val="003A2A78"/>
    <w:rsid w:val="003C3D0B"/>
    <w:rsid w:val="003C4561"/>
    <w:rsid w:val="003E01DC"/>
    <w:rsid w:val="003E20C4"/>
    <w:rsid w:val="003E4F4B"/>
    <w:rsid w:val="003F2B56"/>
    <w:rsid w:val="003F442E"/>
    <w:rsid w:val="003F64E1"/>
    <w:rsid w:val="004051C5"/>
    <w:rsid w:val="00415489"/>
    <w:rsid w:val="00415F70"/>
    <w:rsid w:val="004173AD"/>
    <w:rsid w:val="00422A2D"/>
    <w:rsid w:val="00455A10"/>
    <w:rsid w:val="0046020C"/>
    <w:rsid w:val="00460585"/>
    <w:rsid w:val="004614A9"/>
    <w:rsid w:val="00462707"/>
    <w:rsid w:val="004975E8"/>
    <w:rsid w:val="004C01C3"/>
    <w:rsid w:val="004C01F9"/>
    <w:rsid w:val="004C61C6"/>
    <w:rsid w:val="004C7AA1"/>
    <w:rsid w:val="004D1D14"/>
    <w:rsid w:val="004F69FA"/>
    <w:rsid w:val="005029EE"/>
    <w:rsid w:val="00502DA2"/>
    <w:rsid w:val="005071EF"/>
    <w:rsid w:val="00515937"/>
    <w:rsid w:val="005201D5"/>
    <w:rsid w:val="005228C0"/>
    <w:rsid w:val="005236D9"/>
    <w:rsid w:val="005276FF"/>
    <w:rsid w:val="0053728C"/>
    <w:rsid w:val="00542239"/>
    <w:rsid w:val="00557B25"/>
    <w:rsid w:val="00565E26"/>
    <w:rsid w:val="00585F59"/>
    <w:rsid w:val="005972A4"/>
    <w:rsid w:val="005A528E"/>
    <w:rsid w:val="005A740D"/>
    <w:rsid w:val="005B2F7E"/>
    <w:rsid w:val="005D77BC"/>
    <w:rsid w:val="005E5AC0"/>
    <w:rsid w:val="006031F1"/>
    <w:rsid w:val="00627D8E"/>
    <w:rsid w:val="00644674"/>
    <w:rsid w:val="00644D8E"/>
    <w:rsid w:val="00645DF9"/>
    <w:rsid w:val="00656667"/>
    <w:rsid w:val="00666359"/>
    <w:rsid w:val="00672C62"/>
    <w:rsid w:val="00687B1D"/>
    <w:rsid w:val="006A5090"/>
    <w:rsid w:val="006A7769"/>
    <w:rsid w:val="006B7AAC"/>
    <w:rsid w:val="006C03D9"/>
    <w:rsid w:val="006C3A24"/>
    <w:rsid w:val="006E56A5"/>
    <w:rsid w:val="006F35BD"/>
    <w:rsid w:val="006F6E93"/>
    <w:rsid w:val="0070385A"/>
    <w:rsid w:val="007212BB"/>
    <w:rsid w:val="0072469E"/>
    <w:rsid w:val="007250ED"/>
    <w:rsid w:val="00730B89"/>
    <w:rsid w:val="007561D4"/>
    <w:rsid w:val="007653BA"/>
    <w:rsid w:val="00776073"/>
    <w:rsid w:val="00781524"/>
    <w:rsid w:val="0078792D"/>
    <w:rsid w:val="00794FFE"/>
    <w:rsid w:val="00795787"/>
    <w:rsid w:val="007964AB"/>
    <w:rsid w:val="007A45F3"/>
    <w:rsid w:val="007B2211"/>
    <w:rsid w:val="007B2C5B"/>
    <w:rsid w:val="007B5951"/>
    <w:rsid w:val="007B61C9"/>
    <w:rsid w:val="007C2BAD"/>
    <w:rsid w:val="007C4938"/>
    <w:rsid w:val="007C5712"/>
    <w:rsid w:val="007E0524"/>
    <w:rsid w:val="007E07A9"/>
    <w:rsid w:val="007E115A"/>
    <w:rsid w:val="00814C1F"/>
    <w:rsid w:val="008227A7"/>
    <w:rsid w:val="00825705"/>
    <w:rsid w:val="00827F2E"/>
    <w:rsid w:val="0083516D"/>
    <w:rsid w:val="00840F3E"/>
    <w:rsid w:val="00845A39"/>
    <w:rsid w:val="00872369"/>
    <w:rsid w:val="00884EDA"/>
    <w:rsid w:val="0089119E"/>
    <w:rsid w:val="0089631D"/>
    <w:rsid w:val="008A4F80"/>
    <w:rsid w:val="008C6605"/>
    <w:rsid w:val="008D11BA"/>
    <w:rsid w:val="008E1C19"/>
    <w:rsid w:val="009247A7"/>
    <w:rsid w:val="00925987"/>
    <w:rsid w:val="0093766B"/>
    <w:rsid w:val="00945BD6"/>
    <w:rsid w:val="00947321"/>
    <w:rsid w:val="0095056C"/>
    <w:rsid w:val="00950D78"/>
    <w:rsid w:val="0095342A"/>
    <w:rsid w:val="00964301"/>
    <w:rsid w:val="00966A57"/>
    <w:rsid w:val="009939F7"/>
    <w:rsid w:val="009A4320"/>
    <w:rsid w:val="009A5464"/>
    <w:rsid w:val="009B0CFC"/>
    <w:rsid w:val="009B0FC7"/>
    <w:rsid w:val="009C4A35"/>
    <w:rsid w:val="009D5924"/>
    <w:rsid w:val="009F11F4"/>
    <w:rsid w:val="009F38E9"/>
    <w:rsid w:val="00A15F63"/>
    <w:rsid w:val="00A27417"/>
    <w:rsid w:val="00A41A8C"/>
    <w:rsid w:val="00A43A51"/>
    <w:rsid w:val="00A47408"/>
    <w:rsid w:val="00A512B5"/>
    <w:rsid w:val="00A51B6A"/>
    <w:rsid w:val="00A539D0"/>
    <w:rsid w:val="00A6056E"/>
    <w:rsid w:val="00A64B93"/>
    <w:rsid w:val="00A76319"/>
    <w:rsid w:val="00A82D89"/>
    <w:rsid w:val="00A93B16"/>
    <w:rsid w:val="00A94C25"/>
    <w:rsid w:val="00A97A88"/>
    <w:rsid w:val="00AA1CB5"/>
    <w:rsid w:val="00AA55FA"/>
    <w:rsid w:val="00AB5332"/>
    <w:rsid w:val="00AE2BA2"/>
    <w:rsid w:val="00AE48C6"/>
    <w:rsid w:val="00B147CB"/>
    <w:rsid w:val="00B1618C"/>
    <w:rsid w:val="00B164E2"/>
    <w:rsid w:val="00B41E9C"/>
    <w:rsid w:val="00B43A6E"/>
    <w:rsid w:val="00B54315"/>
    <w:rsid w:val="00B54486"/>
    <w:rsid w:val="00B61E6A"/>
    <w:rsid w:val="00B7490F"/>
    <w:rsid w:val="00BA71A5"/>
    <w:rsid w:val="00BC7A4C"/>
    <w:rsid w:val="00BD4DB9"/>
    <w:rsid w:val="00BD7C9D"/>
    <w:rsid w:val="00BE3554"/>
    <w:rsid w:val="00BF03F8"/>
    <w:rsid w:val="00BF51B1"/>
    <w:rsid w:val="00C043A1"/>
    <w:rsid w:val="00C202C0"/>
    <w:rsid w:val="00C350E4"/>
    <w:rsid w:val="00C409AD"/>
    <w:rsid w:val="00C42BE4"/>
    <w:rsid w:val="00C514A3"/>
    <w:rsid w:val="00C70596"/>
    <w:rsid w:val="00C758A9"/>
    <w:rsid w:val="00C86772"/>
    <w:rsid w:val="00C913E7"/>
    <w:rsid w:val="00C92A6E"/>
    <w:rsid w:val="00CA2D5B"/>
    <w:rsid w:val="00CA36D4"/>
    <w:rsid w:val="00CA5C3F"/>
    <w:rsid w:val="00CC36F4"/>
    <w:rsid w:val="00CC3B02"/>
    <w:rsid w:val="00CD412D"/>
    <w:rsid w:val="00CE25B8"/>
    <w:rsid w:val="00CE360D"/>
    <w:rsid w:val="00CF2694"/>
    <w:rsid w:val="00CF5186"/>
    <w:rsid w:val="00CF693B"/>
    <w:rsid w:val="00D0541F"/>
    <w:rsid w:val="00D138A1"/>
    <w:rsid w:val="00D20E77"/>
    <w:rsid w:val="00D21C92"/>
    <w:rsid w:val="00D52032"/>
    <w:rsid w:val="00D52AD3"/>
    <w:rsid w:val="00D62F04"/>
    <w:rsid w:val="00D664CB"/>
    <w:rsid w:val="00D752A0"/>
    <w:rsid w:val="00D84349"/>
    <w:rsid w:val="00D910A4"/>
    <w:rsid w:val="00DB1D16"/>
    <w:rsid w:val="00DB31C9"/>
    <w:rsid w:val="00DC0880"/>
    <w:rsid w:val="00DC66DE"/>
    <w:rsid w:val="00DE0A52"/>
    <w:rsid w:val="00DF157D"/>
    <w:rsid w:val="00E103BD"/>
    <w:rsid w:val="00E14F65"/>
    <w:rsid w:val="00E36644"/>
    <w:rsid w:val="00E459C4"/>
    <w:rsid w:val="00E50C0C"/>
    <w:rsid w:val="00E5234A"/>
    <w:rsid w:val="00E701A0"/>
    <w:rsid w:val="00E73C55"/>
    <w:rsid w:val="00E83AD2"/>
    <w:rsid w:val="00EA0F5B"/>
    <w:rsid w:val="00EA56DD"/>
    <w:rsid w:val="00EA632C"/>
    <w:rsid w:val="00EB1214"/>
    <w:rsid w:val="00ED46CD"/>
    <w:rsid w:val="00ED4714"/>
    <w:rsid w:val="00EF6487"/>
    <w:rsid w:val="00F0583C"/>
    <w:rsid w:val="00F12AE9"/>
    <w:rsid w:val="00F24A2D"/>
    <w:rsid w:val="00F2652D"/>
    <w:rsid w:val="00F26C2E"/>
    <w:rsid w:val="00F51F46"/>
    <w:rsid w:val="00F60264"/>
    <w:rsid w:val="00F75219"/>
    <w:rsid w:val="00F757A4"/>
    <w:rsid w:val="00F76BFE"/>
    <w:rsid w:val="00F80CEF"/>
    <w:rsid w:val="00F94C0F"/>
    <w:rsid w:val="00FA1313"/>
    <w:rsid w:val="00FA7658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04D52B1-6859-4F54-95CC-2AF1173B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D664CB"/>
    <w:pPr>
      <w:suppressAutoHyphens/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F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F648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paafbcbgwflxk3h.xn--p1ai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FE9A2-62F7-4C7E-8672-43108513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1</TotalTime>
  <Pages>5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9311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sokolnikova</dc:creator>
  <cp:lastModifiedBy>Елена Александровна Боярская</cp:lastModifiedBy>
  <cp:revision>2</cp:revision>
  <cp:lastPrinted>2022-05-05T07:47:00Z</cp:lastPrinted>
  <dcterms:created xsi:type="dcterms:W3CDTF">2022-05-06T08:13:00Z</dcterms:created>
  <dcterms:modified xsi:type="dcterms:W3CDTF">2022-05-06T08:13:00Z</dcterms:modified>
</cp:coreProperties>
</file>